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6495DB6C"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001E4671">
        <w:rPr>
          <w:b/>
          <w:lang w:val="en-GB"/>
        </w:rPr>
        <w:t xml:space="preserve"> 23-G004-25</w:t>
      </w:r>
      <w:r w:rsidRPr="00492684">
        <w:rPr>
          <w:lang w:val="en-GB"/>
        </w:rPr>
        <w:tab/>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848FA5F" w14:textId="17082865" w:rsidR="00F47D32" w:rsidRPr="00F47D32" w:rsidRDefault="00F47D32" w:rsidP="00F47D32">
      <w:pPr>
        <w:keepNext/>
        <w:keepLines/>
        <w:spacing w:before="160" w:after="80" w:line="259" w:lineRule="auto"/>
        <w:outlineLvl w:val="2"/>
        <w:rPr>
          <w:lang w:val="en-GB"/>
        </w:rPr>
      </w:pPr>
      <w:r w:rsidRPr="00F47D32">
        <w:rPr>
          <w:rFonts w:ascii="Calibri" w:eastAsia="DengXian Light" w:hAnsi="Calibri"/>
          <w:bCs/>
          <w:kern w:val="2"/>
          <w14:ligatures w14:val="standardContextual"/>
        </w:rPr>
        <w:t>T</w:t>
      </w:r>
      <w:r w:rsidRPr="00F47D32">
        <w:rPr>
          <w:lang w:val="en-GB"/>
        </w:rPr>
        <w:t>he Ministry of Information, Communications and Transports (MICT) intends to purchase Security equipment for Postal division for various reasons. The Post office currently has no security equipment in place, leaving the facility vulnerable to risks such as unauthorized access, theft, and safety breaches. Due to the absence of basic security measures such as CCTV cameras, alarm systems, access control and etc the office lacks proper monitoring and protection of staff, property and sensitive postal materials. As we know that every year there is an increase of staffs, incoming and outgoing mail also have increased and the complaint from various customers in regarding of the damage or missing of their parcels. Therefore, the Ministry will support the urgent need to procure appropriate security equipment to ensure a safe and secure working environment, hence the purpose of this procurement.</w:t>
      </w:r>
    </w:p>
    <w:p w14:paraId="000280F4" w14:textId="09F610BB"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39432A6A" w14:textId="6CCEF620" w:rsidR="00E24E79" w:rsidRDefault="00E24E79" w:rsidP="00E24E79">
      <w:pPr>
        <w:rPr>
          <w:lang w:val="en-GB"/>
        </w:rPr>
      </w:pPr>
      <w:bookmarkStart w:id="7" w:name="_Toc419729577"/>
      <w:bookmarkEnd w:id="6"/>
      <w:r>
        <w:rPr>
          <w:lang w:val="en-GB"/>
        </w:rPr>
        <w:t xml:space="preserve">Quotations should be very detailed – show </w:t>
      </w:r>
      <w:r w:rsidR="00CD6FA8">
        <w:rPr>
          <w:lang w:val="en-GB"/>
        </w:rPr>
        <w:t>warranty, spare</w:t>
      </w:r>
      <w:r>
        <w:rPr>
          <w:lang w:val="en-GB"/>
        </w:rPr>
        <w:t xml:space="preserve"> parts can be provided, other relevant details. </w:t>
      </w:r>
    </w:p>
    <w:p w14:paraId="60BEF62E" w14:textId="1DB19E76" w:rsidR="00E24E79" w:rsidRPr="00492684" w:rsidRDefault="00E24E79" w:rsidP="00E24E79">
      <w:pPr>
        <w:rPr>
          <w:lang w:val="en-GB"/>
        </w:rPr>
      </w:pPr>
      <w:r>
        <w:rPr>
          <w:lang w:val="en-GB"/>
        </w:rPr>
        <w:t xml:space="preserve">The image of the </w:t>
      </w:r>
      <w:r w:rsidR="00CD6FA8">
        <w:rPr>
          <w:lang w:val="en-GB"/>
        </w:rPr>
        <w:t>security equipment</w:t>
      </w:r>
      <w:r>
        <w:rPr>
          <w:lang w:val="en-GB"/>
        </w:rPr>
        <w:t xml:space="preserve"> should be clear and attached. </w:t>
      </w:r>
    </w:p>
    <w:p w14:paraId="65A62D34" w14:textId="77777777" w:rsidR="00C44890" w:rsidRDefault="00C44890" w:rsidP="00C44890">
      <w:pPr>
        <w:pStyle w:val="Heading3"/>
        <w:rPr>
          <w:rFonts w:cs="Calibri"/>
          <w:lang w:val="en-GB"/>
        </w:rPr>
      </w:pPr>
      <w:r w:rsidRPr="00492684">
        <w:rPr>
          <w:rFonts w:cs="Calibri"/>
          <w:lang w:val="en-GB"/>
        </w:rPr>
        <w:t>Installation services</w:t>
      </w:r>
      <w:bookmarkEnd w:id="7"/>
    </w:p>
    <w:p w14:paraId="46EDDFB3" w14:textId="0341B714" w:rsidR="00E24E79" w:rsidRPr="00E24E79" w:rsidRDefault="006D38E8" w:rsidP="00E24E79">
      <w:pPr>
        <w:rPr>
          <w:lang w:val="en-GB"/>
        </w:rPr>
      </w:pPr>
      <w:r>
        <w:rPr>
          <w:lang w:val="en-GB"/>
        </w:rPr>
        <w:t>YES</w:t>
      </w:r>
    </w:p>
    <w:p w14:paraId="17367821" w14:textId="07BF9801"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35BFDD61" w:rsidR="00C44890" w:rsidRPr="00492684" w:rsidRDefault="00E24E79" w:rsidP="00C44890">
      <w:pPr>
        <w:rPr>
          <w:lang w:val="en-GB"/>
        </w:rPr>
      </w:pPr>
      <w:r>
        <w:rPr>
          <w:lang w:val="en-GB"/>
        </w:rPr>
        <w:t>The good should be available in Tarawa</w:t>
      </w:r>
      <w:r w:rsidR="00B95EC4">
        <w:rPr>
          <w:lang w:val="en-GB"/>
        </w:rPr>
        <w:t>.</w:t>
      </w:r>
      <w:r w:rsidR="00E45C6A">
        <w:rPr>
          <w:lang w:val="en-GB"/>
        </w:rPr>
        <w:t xml:space="preserve"> </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E24E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E24E79" w:rsidRPr="00492684" w14:paraId="6E6D2AD2" w14:textId="41F29E74" w:rsidTr="00E24E79">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E24E79" w:rsidRPr="00492684" w:rsidRDefault="00E24E79" w:rsidP="00E24E79">
            <w:pPr>
              <w:rPr>
                <w:b w:val="0"/>
                <w:bCs w:val="0"/>
                <w:lang w:val="en-GB"/>
              </w:rPr>
            </w:pPr>
            <w:r w:rsidRPr="00492684">
              <w:rPr>
                <w:b w:val="0"/>
                <w:bCs w:val="0"/>
                <w:lang w:val="en-GB"/>
              </w:rPr>
              <w:t>1</w:t>
            </w:r>
          </w:p>
        </w:tc>
        <w:tc>
          <w:tcPr>
            <w:tcW w:w="4678" w:type="dxa"/>
          </w:tcPr>
          <w:p w14:paraId="6A4A0819" w14:textId="7AAAFF16"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X-ray Parcel and Luggage machine</w:t>
            </w:r>
          </w:p>
        </w:tc>
        <w:tc>
          <w:tcPr>
            <w:tcW w:w="1134" w:type="dxa"/>
          </w:tcPr>
          <w:p w14:paraId="352597C6" w14:textId="0D08E77B"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1559" w:type="dxa"/>
          </w:tcPr>
          <w:p w14:paraId="7E3C67F5" w14:textId="67E998FC"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2F28AA6F"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r>
      <w:tr w:rsidR="00E24E79" w:rsidRPr="00492684" w14:paraId="774E0324" w14:textId="3A7B6733" w:rsidTr="00E24E79">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E24E79" w:rsidRPr="00492684" w:rsidRDefault="00E24E79" w:rsidP="00E24E79">
            <w:pPr>
              <w:rPr>
                <w:b w:val="0"/>
                <w:bCs w:val="0"/>
                <w:lang w:val="en-GB"/>
              </w:rPr>
            </w:pPr>
            <w:r w:rsidRPr="00492684">
              <w:rPr>
                <w:b w:val="0"/>
                <w:bCs w:val="0"/>
                <w:lang w:val="en-GB"/>
              </w:rPr>
              <w:t>2</w:t>
            </w:r>
          </w:p>
        </w:tc>
        <w:tc>
          <w:tcPr>
            <w:tcW w:w="4678" w:type="dxa"/>
          </w:tcPr>
          <w:p w14:paraId="33F7DABB" w14:textId="25BB3409"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Explosive trace detector</w:t>
            </w:r>
          </w:p>
        </w:tc>
        <w:tc>
          <w:tcPr>
            <w:tcW w:w="1134" w:type="dxa"/>
          </w:tcPr>
          <w:p w14:paraId="468F09AE" w14:textId="19C7F4F2"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559" w:type="dxa"/>
          </w:tcPr>
          <w:p w14:paraId="78733891" w14:textId="2084B30E"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46B4C8B5"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r>
      <w:tr w:rsidR="00E24E79" w:rsidRPr="00492684" w14:paraId="4278F09A" w14:textId="5BE1C4CD" w:rsidTr="00E24E79">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E24E79" w:rsidRPr="00492684" w:rsidRDefault="00E24E79" w:rsidP="00E24E79">
            <w:pPr>
              <w:rPr>
                <w:b w:val="0"/>
                <w:bCs w:val="0"/>
                <w:lang w:val="en-GB"/>
              </w:rPr>
            </w:pPr>
            <w:r w:rsidRPr="00492684">
              <w:rPr>
                <w:b w:val="0"/>
                <w:bCs w:val="0"/>
                <w:lang w:val="en-GB"/>
              </w:rPr>
              <w:t>3</w:t>
            </w:r>
          </w:p>
        </w:tc>
        <w:tc>
          <w:tcPr>
            <w:tcW w:w="4678" w:type="dxa"/>
          </w:tcPr>
          <w:p w14:paraId="2B307F71" w14:textId="751AC3BC"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Hand-Held metal detector</w:t>
            </w:r>
          </w:p>
        </w:tc>
        <w:tc>
          <w:tcPr>
            <w:tcW w:w="1134" w:type="dxa"/>
          </w:tcPr>
          <w:p w14:paraId="7E95E12C" w14:textId="1ED3E980"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6</w:t>
            </w:r>
          </w:p>
        </w:tc>
        <w:tc>
          <w:tcPr>
            <w:tcW w:w="1559" w:type="dxa"/>
          </w:tcPr>
          <w:p w14:paraId="56EC4DFE" w14:textId="67C022D0"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2FC305BE"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r>
      <w:tr w:rsidR="00E24E79" w:rsidRPr="00492684" w14:paraId="50AC8E16" w14:textId="0172A703" w:rsidTr="00E24E79">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E24E79" w:rsidRPr="00492684" w:rsidRDefault="00E24E79" w:rsidP="00E24E79">
            <w:pPr>
              <w:rPr>
                <w:b w:val="0"/>
                <w:bCs w:val="0"/>
                <w:lang w:val="en-GB"/>
              </w:rPr>
            </w:pPr>
            <w:r w:rsidRPr="00492684">
              <w:rPr>
                <w:b w:val="0"/>
                <w:bCs w:val="0"/>
                <w:lang w:val="en-GB"/>
              </w:rPr>
              <w:lastRenderedPageBreak/>
              <w:t>4</w:t>
            </w:r>
          </w:p>
        </w:tc>
        <w:tc>
          <w:tcPr>
            <w:tcW w:w="4678" w:type="dxa"/>
          </w:tcPr>
          <w:p w14:paraId="5390BBF6" w14:textId="75F021D0"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Radio Communicator</w:t>
            </w:r>
          </w:p>
        </w:tc>
        <w:tc>
          <w:tcPr>
            <w:tcW w:w="1134" w:type="dxa"/>
          </w:tcPr>
          <w:p w14:paraId="7287B7A9" w14:textId="184E23AC" w:rsidR="00E24E79"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c>
          <w:tcPr>
            <w:tcW w:w="1559" w:type="dxa"/>
          </w:tcPr>
          <w:p w14:paraId="5B9DD2CB" w14:textId="35ED3414"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313413ED" w:rsidR="00E24E79" w:rsidRPr="00492684"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r>
      <w:tr w:rsidR="00DB6F94" w:rsidRPr="00492684" w14:paraId="41F70C75" w14:textId="77777777" w:rsidTr="00E24E79">
        <w:tc>
          <w:tcPr>
            <w:cnfStyle w:val="001000000000" w:firstRow="0" w:lastRow="0" w:firstColumn="1" w:lastColumn="0" w:oddVBand="0" w:evenVBand="0" w:oddHBand="0" w:evenHBand="0" w:firstRowFirstColumn="0" w:firstRowLastColumn="0" w:lastRowFirstColumn="0" w:lastRowLastColumn="0"/>
            <w:tcW w:w="636" w:type="dxa"/>
          </w:tcPr>
          <w:p w14:paraId="014B7BCB" w14:textId="3DA5BEDE" w:rsidR="00DB6F94" w:rsidRPr="00492684" w:rsidRDefault="00DB6F94" w:rsidP="00E24E79">
            <w:pPr>
              <w:rPr>
                <w:lang w:val="en-GB"/>
              </w:rPr>
            </w:pPr>
            <w:r>
              <w:rPr>
                <w:lang w:val="en-GB"/>
              </w:rPr>
              <w:t>5</w:t>
            </w:r>
          </w:p>
        </w:tc>
        <w:tc>
          <w:tcPr>
            <w:tcW w:w="4678" w:type="dxa"/>
          </w:tcPr>
          <w:p w14:paraId="47D8D2DE" w14:textId="18328B89"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CCTV Camera system</w:t>
            </w:r>
          </w:p>
        </w:tc>
        <w:tc>
          <w:tcPr>
            <w:tcW w:w="1134" w:type="dxa"/>
          </w:tcPr>
          <w:p w14:paraId="641E6A5C" w14:textId="6B809151"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15</w:t>
            </w:r>
          </w:p>
        </w:tc>
        <w:tc>
          <w:tcPr>
            <w:tcW w:w="1559" w:type="dxa"/>
          </w:tcPr>
          <w:p w14:paraId="7DE33D4F"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1B40380"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r>
      <w:tr w:rsidR="00DB6F94" w:rsidRPr="00492684" w14:paraId="794D2D10" w14:textId="77777777" w:rsidTr="00E24E79">
        <w:tc>
          <w:tcPr>
            <w:cnfStyle w:val="001000000000" w:firstRow="0" w:lastRow="0" w:firstColumn="1" w:lastColumn="0" w:oddVBand="0" w:evenVBand="0" w:oddHBand="0" w:evenHBand="0" w:firstRowFirstColumn="0" w:firstRowLastColumn="0" w:lastRowFirstColumn="0" w:lastRowLastColumn="0"/>
            <w:tcW w:w="636" w:type="dxa"/>
          </w:tcPr>
          <w:p w14:paraId="5E7EABCD" w14:textId="20C6B055" w:rsidR="00DB6F94" w:rsidRDefault="00DB6F94" w:rsidP="00E24E79">
            <w:pPr>
              <w:rPr>
                <w:lang w:val="en-GB"/>
              </w:rPr>
            </w:pPr>
            <w:r>
              <w:rPr>
                <w:lang w:val="en-GB"/>
              </w:rPr>
              <w:t>6</w:t>
            </w:r>
          </w:p>
        </w:tc>
        <w:tc>
          <w:tcPr>
            <w:tcW w:w="4678" w:type="dxa"/>
          </w:tcPr>
          <w:p w14:paraId="3C91B86E" w14:textId="17BDA6CB"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Access Control system with badges</w:t>
            </w:r>
          </w:p>
        </w:tc>
        <w:tc>
          <w:tcPr>
            <w:tcW w:w="1134" w:type="dxa"/>
          </w:tcPr>
          <w:p w14:paraId="3D5D2F73" w14:textId="6D469536"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1-50/50-100</w:t>
            </w:r>
          </w:p>
        </w:tc>
        <w:tc>
          <w:tcPr>
            <w:tcW w:w="1559" w:type="dxa"/>
          </w:tcPr>
          <w:p w14:paraId="3AF2204D"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5CDF56C"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r>
      <w:tr w:rsidR="00DB6F94" w:rsidRPr="00492684" w14:paraId="18D556B7" w14:textId="77777777" w:rsidTr="00E24E79">
        <w:tc>
          <w:tcPr>
            <w:cnfStyle w:val="001000000000" w:firstRow="0" w:lastRow="0" w:firstColumn="1" w:lastColumn="0" w:oddVBand="0" w:evenVBand="0" w:oddHBand="0" w:evenHBand="0" w:firstRowFirstColumn="0" w:firstRowLastColumn="0" w:lastRowFirstColumn="0" w:lastRowLastColumn="0"/>
            <w:tcW w:w="636" w:type="dxa"/>
          </w:tcPr>
          <w:p w14:paraId="57B2CA62" w14:textId="4B6C7615" w:rsidR="00DB6F94" w:rsidRDefault="00DB6F94" w:rsidP="00E24E79">
            <w:pPr>
              <w:rPr>
                <w:lang w:val="en-GB"/>
              </w:rPr>
            </w:pPr>
            <w:r>
              <w:rPr>
                <w:lang w:val="en-GB"/>
              </w:rPr>
              <w:t>7</w:t>
            </w:r>
          </w:p>
        </w:tc>
        <w:tc>
          <w:tcPr>
            <w:tcW w:w="4678" w:type="dxa"/>
          </w:tcPr>
          <w:p w14:paraId="010B0286" w14:textId="60DFCB90"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Physical Barriers such as fencing/walls</w:t>
            </w:r>
          </w:p>
        </w:tc>
        <w:tc>
          <w:tcPr>
            <w:tcW w:w="1134" w:type="dxa"/>
          </w:tcPr>
          <w:p w14:paraId="1E6C77E5" w14:textId="33E3762D" w:rsidR="00DB6F9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559" w:type="dxa"/>
          </w:tcPr>
          <w:p w14:paraId="42403BEC"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3547A6C3" w14:textId="77777777" w:rsidR="00DB6F94" w:rsidRPr="00492684" w:rsidRDefault="00DB6F94" w:rsidP="00E24E79">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3EA7" w14:textId="77777777" w:rsidR="0065459E" w:rsidRDefault="0065459E">
      <w:r>
        <w:separator/>
      </w:r>
    </w:p>
  </w:endnote>
  <w:endnote w:type="continuationSeparator" w:id="0">
    <w:p w14:paraId="22C6430C" w14:textId="77777777" w:rsidR="0065459E" w:rsidRDefault="0065459E">
      <w:r>
        <w:continuationSeparator/>
      </w:r>
    </w:p>
  </w:endnote>
  <w:endnote w:type="continuationNotice" w:id="1">
    <w:p w14:paraId="44C50F5D" w14:textId="77777777" w:rsidR="0065459E" w:rsidRDefault="00654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40113" w14:textId="77777777" w:rsidR="005D5675" w:rsidRDefault="005D56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84F05AB" w:rsidR="00133D55" w:rsidRDefault="00133D55" w:rsidP="004878F3">
    <w:pPr>
      <w:pStyle w:val="Footer"/>
    </w:pPr>
    <w:r>
      <w:fldChar w:fldCharType="begin"/>
    </w:r>
    <w:r>
      <w:instrText xml:space="preserve"> DATE \@ "yyyy-MM-dd" </w:instrText>
    </w:r>
    <w:r>
      <w:fldChar w:fldCharType="separate"/>
    </w:r>
    <w:r w:rsidR="001E4671">
      <w:rPr>
        <w:noProof/>
      </w:rPr>
      <w:t>2025-11-25</w:t>
    </w:r>
    <w:r>
      <w:fldChar w:fldCharType="end"/>
    </w:r>
  </w:p>
  <w:p w14:paraId="4C7E2131" w14:textId="77777777" w:rsidR="001A0764" w:rsidRDefault="001A076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10DC6" w14:textId="77777777" w:rsidR="005D5675" w:rsidRDefault="005D5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437E9" w14:textId="77777777" w:rsidR="0065459E" w:rsidRDefault="0065459E">
      <w:r>
        <w:separator/>
      </w:r>
    </w:p>
  </w:footnote>
  <w:footnote w:type="continuationSeparator" w:id="0">
    <w:p w14:paraId="53A0EC0C" w14:textId="77777777" w:rsidR="0065459E" w:rsidRDefault="0065459E">
      <w:r>
        <w:continuationSeparator/>
      </w:r>
    </w:p>
  </w:footnote>
  <w:footnote w:type="continuationNotice" w:id="1">
    <w:p w14:paraId="2A49518D" w14:textId="77777777" w:rsidR="0065459E" w:rsidRDefault="006545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40515" w14:textId="77777777" w:rsidR="005D5675" w:rsidRDefault="005D56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16808D0B"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25A25" w14:textId="77777777" w:rsidR="005D5675" w:rsidRDefault="005D56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16349087">
    <w:abstractNumId w:val="1"/>
  </w:num>
  <w:num w:numId="2" w16cid:durableId="1539507878">
    <w:abstractNumId w:val="13"/>
  </w:num>
  <w:num w:numId="3" w16cid:durableId="188764029">
    <w:abstractNumId w:val="14"/>
  </w:num>
  <w:num w:numId="4" w16cid:durableId="544024606">
    <w:abstractNumId w:val="5"/>
  </w:num>
  <w:num w:numId="5" w16cid:durableId="1072659648">
    <w:abstractNumId w:val="4"/>
  </w:num>
  <w:num w:numId="6" w16cid:durableId="78987792">
    <w:abstractNumId w:val="9"/>
  </w:num>
  <w:num w:numId="7" w16cid:durableId="1662351619">
    <w:abstractNumId w:val="6"/>
  </w:num>
  <w:num w:numId="8" w16cid:durableId="105084212">
    <w:abstractNumId w:val="11"/>
  </w:num>
  <w:num w:numId="9" w16cid:durableId="1603149760">
    <w:abstractNumId w:val="0"/>
  </w:num>
  <w:num w:numId="10" w16cid:durableId="886719780">
    <w:abstractNumId w:val="10"/>
  </w:num>
  <w:num w:numId="11" w16cid:durableId="1098215278">
    <w:abstractNumId w:val="2"/>
  </w:num>
  <w:num w:numId="12" w16cid:durableId="861165486">
    <w:abstractNumId w:val="8"/>
  </w:num>
  <w:num w:numId="13" w16cid:durableId="2556540">
    <w:abstractNumId w:val="12"/>
  </w:num>
  <w:num w:numId="14" w16cid:durableId="1334070790">
    <w:abstractNumId w:val="3"/>
  </w:num>
  <w:num w:numId="15" w16cid:durableId="8799778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D5AD0"/>
    <w:rsid w:val="001E279C"/>
    <w:rsid w:val="001E4621"/>
    <w:rsid w:val="001E467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4F44"/>
    <w:rsid w:val="00206A63"/>
    <w:rsid w:val="00207331"/>
    <w:rsid w:val="00207C4E"/>
    <w:rsid w:val="002108D2"/>
    <w:rsid w:val="00210C6E"/>
    <w:rsid w:val="002114FB"/>
    <w:rsid w:val="00214127"/>
    <w:rsid w:val="0021447B"/>
    <w:rsid w:val="00216E68"/>
    <w:rsid w:val="002205D6"/>
    <w:rsid w:val="002220FB"/>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0A87"/>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A6"/>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0F42"/>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1AF"/>
    <w:rsid w:val="003822FD"/>
    <w:rsid w:val="003842B6"/>
    <w:rsid w:val="003844E6"/>
    <w:rsid w:val="003849F9"/>
    <w:rsid w:val="003854F3"/>
    <w:rsid w:val="0038683A"/>
    <w:rsid w:val="00386C6E"/>
    <w:rsid w:val="00387A05"/>
    <w:rsid w:val="003919BB"/>
    <w:rsid w:val="00391E47"/>
    <w:rsid w:val="00394D7F"/>
    <w:rsid w:val="00395E5A"/>
    <w:rsid w:val="0039718D"/>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8A"/>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A87"/>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615"/>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272"/>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3B38"/>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4EAF"/>
    <w:rsid w:val="005D5675"/>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1FCB"/>
    <w:rsid w:val="0064390B"/>
    <w:rsid w:val="00643CF8"/>
    <w:rsid w:val="006440B2"/>
    <w:rsid w:val="006447C0"/>
    <w:rsid w:val="00645735"/>
    <w:rsid w:val="00645B8E"/>
    <w:rsid w:val="00646761"/>
    <w:rsid w:val="00650C05"/>
    <w:rsid w:val="00650FC6"/>
    <w:rsid w:val="00651942"/>
    <w:rsid w:val="00652871"/>
    <w:rsid w:val="00652CC7"/>
    <w:rsid w:val="0065317C"/>
    <w:rsid w:val="00654162"/>
    <w:rsid w:val="0065459E"/>
    <w:rsid w:val="006547A4"/>
    <w:rsid w:val="006558C2"/>
    <w:rsid w:val="00660B8C"/>
    <w:rsid w:val="006620A9"/>
    <w:rsid w:val="00662578"/>
    <w:rsid w:val="00664CA5"/>
    <w:rsid w:val="0066611B"/>
    <w:rsid w:val="006667E2"/>
    <w:rsid w:val="00667705"/>
    <w:rsid w:val="0067199D"/>
    <w:rsid w:val="00671F2D"/>
    <w:rsid w:val="00672649"/>
    <w:rsid w:val="006736ED"/>
    <w:rsid w:val="00673A40"/>
    <w:rsid w:val="00675293"/>
    <w:rsid w:val="00675327"/>
    <w:rsid w:val="0067573E"/>
    <w:rsid w:val="0067682D"/>
    <w:rsid w:val="00677ECA"/>
    <w:rsid w:val="00680534"/>
    <w:rsid w:val="00680E47"/>
    <w:rsid w:val="006818CD"/>
    <w:rsid w:val="00682801"/>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C93"/>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38E8"/>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3BB"/>
    <w:rsid w:val="00723439"/>
    <w:rsid w:val="0072356A"/>
    <w:rsid w:val="00725D07"/>
    <w:rsid w:val="00726310"/>
    <w:rsid w:val="00726397"/>
    <w:rsid w:val="00726C76"/>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0"/>
    <w:rsid w:val="00744DA8"/>
    <w:rsid w:val="00745010"/>
    <w:rsid w:val="00745BD7"/>
    <w:rsid w:val="00747017"/>
    <w:rsid w:val="00747E01"/>
    <w:rsid w:val="00747F3E"/>
    <w:rsid w:val="007520B3"/>
    <w:rsid w:val="0075500B"/>
    <w:rsid w:val="00755D1D"/>
    <w:rsid w:val="00756D09"/>
    <w:rsid w:val="00756D34"/>
    <w:rsid w:val="00757D9C"/>
    <w:rsid w:val="0076070F"/>
    <w:rsid w:val="0076319B"/>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C81"/>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4D0"/>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6ED8"/>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150"/>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4FB"/>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6A1"/>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3C1"/>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4D47"/>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EC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2756"/>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4C"/>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B6BE0"/>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6FA8"/>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3B8B"/>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6F94"/>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4E7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5C6A"/>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77E6F"/>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D760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32"/>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5992"/>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935DD899-6933-46CE-A22E-0C1C0F991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2566</TotalTime>
  <Pages>1</Pages>
  <Words>266</Words>
  <Characters>1521</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1784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13</cp:revision>
  <cp:lastPrinted>2013-10-18T08:32:00Z</cp:lastPrinted>
  <dcterms:created xsi:type="dcterms:W3CDTF">2024-12-09T04:31:00Z</dcterms:created>
  <dcterms:modified xsi:type="dcterms:W3CDTF">2025-11-25T02:35:00Z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